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6D9778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1458C80A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2CFEDB69" w14:textId="77777777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2416EA">
        <w:rPr>
          <w:rFonts w:ascii="Corbel" w:hAnsi="Corbel"/>
          <w:b/>
          <w:smallCaps/>
          <w:sz w:val="24"/>
          <w:szCs w:val="24"/>
        </w:rPr>
        <w:t>2023-2026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48341254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10AFE96D" w14:textId="77777777" w:rsidR="0085747A" w:rsidRPr="00B169DF" w:rsidRDefault="00445970" w:rsidP="002416E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>R</w:t>
      </w:r>
      <w:r w:rsidR="002416EA">
        <w:rPr>
          <w:rFonts w:ascii="Corbel" w:hAnsi="Corbel"/>
          <w:sz w:val="20"/>
          <w:szCs w:val="20"/>
        </w:rPr>
        <w:t>ok akademicki   2025/2026</w:t>
      </w:r>
    </w:p>
    <w:p w14:paraId="479AA3F5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349C2E99" w14:textId="77777777" w:rsidTr="00B819C8">
        <w:tc>
          <w:tcPr>
            <w:tcW w:w="2694" w:type="dxa"/>
            <w:vAlign w:val="center"/>
          </w:tcPr>
          <w:p w14:paraId="1290D209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8D6698D" w14:textId="77777777" w:rsidR="0085747A" w:rsidRPr="00B169DF" w:rsidRDefault="001369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metodą streetworkingu</w:t>
            </w:r>
          </w:p>
        </w:tc>
      </w:tr>
      <w:tr w:rsidR="0085747A" w:rsidRPr="00B169DF" w14:paraId="034B2341" w14:textId="77777777" w:rsidTr="00B819C8">
        <w:tc>
          <w:tcPr>
            <w:tcW w:w="2694" w:type="dxa"/>
            <w:vAlign w:val="center"/>
          </w:tcPr>
          <w:p w14:paraId="66B47E65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561C83A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5728DED9" w14:textId="77777777" w:rsidTr="00B819C8">
        <w:tc>
          <w:tcPr>
            <w:tcW w:w="2694" w:type="dxa"/>
            <w:vAlign w:val="center"/>
          </w:tcPr>
          <w:p w14:paraId="74942158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1D017AB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14:paraId="20BB5910" w14:textId="77777777" w:rsidTr="00B819C8">
        <w:tc>
          <w:tcPr>
            <w:tcW w:w="2694" w:type="dxa"/>
            <w:vAlign w:val="center"/>
          </w:tcPr>
          <w:p w14:paraId="55FA220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7F8D975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B169DF" w14:paraId="35057575" w14:textId="77777777" w:rsidTr="00B819C8">
        <w:tc>
          <w:tcPr>
            <w:tcW w:w="2694" w:type="dxa"/>
            <w:vAlign w:val="center"/>
          </w:tcPr>
          <w:p w14:paraId="4E548285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B1FFBA4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sp. profilaktyka społeczna z resocjalizacją</w:t>
            </w:r>
          </w:p>
        </w:tc>
      </w:tr>
      <w:tr w:rsidR="0085747A" w:rsidRPr="00B169DF" w14:paraId="7EAAF83F" w14:textId="77777777" w:rsidTr="00B819C8">
        <w:tc>
          <w:tcPr>
            <w:tcW w:w="2694" w:type="dxa"/>
            <w:vAlign w:val="center"/>
          </w:tcPr>
          <w:p w14:paraId="2D77C9CB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78544BD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85747A" w:rsidRPr="00B169DF" w14:paraId="6DE9CE3F" w14:textId="77777777" w:rsidTr="00B819C8">
        <w:tc>
          <w:tcPr>
            <w:tcW w:w="2694" w:type="dxa"/>
            <w:vAlign w:val="center"/>
          </w:tcPr>
          <w:p w14:paraId="0002972E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6E70C9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14:paraId="11E98C9D" w14:textId="77777777" w:rsidTr="00B819C8">
        <w:tc>
          <w:tcPr>
            <w:tcW w:w="2694" w:type="dxa"/>
            <w:vAlign w:val="center"/>
          </w:tcPr>
          <w:p w14:paraId="3D9A3EFF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16F9D11" w14:textId="77777777" w:rsidR="0085747A" w:rsidRPr="00B169DF" w:rsidRDefault="00477C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9D4D83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="0085747A" w:rsidRPr="00B169DF" w14:paraId="558346C5" w14:textId="77777777" w:rsidTr="00B819C8">
        <w:tc>
          <w:tcPr>
            <w:tcW w:w="2694" w:type="dxa"/>
            <w:vAlign w:val="center"/>
          </w:tcPr>
          <w:p w14:paraId="47C42B0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BB40DD3" w14:textId="77777777" w:rsidR="0085747A" w:rsidRPr="00B169DF" w:rsidRDefault="007340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rok, 5</w:t>
            </w:r>
            <w:r w:rsidR="009D4D83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B169DF" w14:paraId="5BEA9CA5" w14:textId="77777777" w:rsidTr="00B819C8">
        <w:tc>
          <w:tcPr>
            <w:tcW w:w="2694" w:type="dxa"/>
            <w:vAlign w:val="center"/>
          </w:tcPr>
          <w:p w14:paraId="283EDBB8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7FE7C1" w14:textId="77777777" w:rsidR="0085747A" w:rsidRPr="00B169DF" w:rsidRDefault="00D829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D4D83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(do wyboru)</w:t>
            </w:r>
          </w:p>
        </w:tc>
      </w:tr>
      <w:tr w:rsidR="00923D7D" w:rsidRPr="00B169DF" w14:paraId="4754696A" w14:textId="77777777" w:rsidTr="00B819C8">
        <w:tc>
          <w:tcPr>
            <w:tcW w:w="2694" w:type="dxa"/>
            <w:vAlign w:val="center"/>
          </w:tcPr>
          <w:p w14:paraId="5288555C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33F8815" w14:textId="77777777" w:rsidR="00923D7D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69512637" w14:textId="77777777" w:rsidTr="00B819C8">
        <w:tc>
          <w:tcPr>
            <w:tcW w:w="2694" w:type="dxa"/>
            <w:vAlign w:val="center"/>
          </w:tcPr>
          <w:p w14:paraId="0C5CF4E8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52C233F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</w:t>
            </w:r>
          </w:p>
        </w:tc>
      </w:tr>
      <w:tr w:rsidR="0085747A" w:rsidRPr="00B169DF" w14:paraId="189626FC" w14:textId="77777777" w:rsidTr="00B819C8">
        <w:tc>
          <w:tcPr>
            <w:tcW w:w="2694" w:type="dxa"/>
            <w:vAlign w:val="center"/>
          </w:tcPr>
          <w:p w14:paraId="6933EF4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86EAAAB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3624240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7B946DA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83EDEA2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EEFAD36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B169DF" w14:paraId="14D6143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4F1F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3352982C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49FF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86666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D10F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120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A0B15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7E153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BE593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3099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51512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DF7B09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1DF5C" w14:textId="77777777" w:rsidR="00015B8F" w:rsidRPr="00B169DF" w:rsidRDefault="007340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2CFC5" w14:textId="77777777" w:rsidR="00015B8F" w:rsidRPr="00B169DF" w:rsidRDefault="00477CD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9A271" w14:textId="77777777" w:rsidR="00015B8F" w:rsidRPr="00B169DF" w:rsidRDefault="00477CD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995C8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3CD2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1630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0B691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8CD4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7757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1D57B" w14:textId="77777777" w:rsidR="00015B8F" w:rsidRPr="00B169DF" w:rsidRDefault="007F3A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B169DF" w14:paraId="27CA418B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D7F32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576CF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BAE4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9B3C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2DF43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C04DA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2EE2C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7D2B2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ABFCB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CB35F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54138E8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230D3BB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637704C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37DBD267" w14:textId="77777777" w:rsidR="0085747A" w:rsidRPr="009D4D83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D4D83">
        <w:rPr>
          <w:rFonts w:ascii="Segoe UI Symbol" w:eastAsia="MS Gothic" w:hAnsi="Segoe UI Symbol" w:cs="Segoe UI Symbol"/>
          <w:b w:val="0"/>
          <w:szCs w:val="24"/>
          <w:u w:val="single"/>
        </w:rPr>
        <w:t>☐</w:t>
      </w:r>
      <w:r w:rsidRPr="009D4D83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07238C25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9C408EE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0979A14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2FEE8C8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834E959" w14:textId="77777777" w:rsidR="00E960BB" w:rsidRDefault="009D4D8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70E8A0A5" w14:textId="77777777" w:rsidR="009D4D83" w:rsidRPr="00B169DF" w:rsidRDefault="009D4D8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67DC4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5D3D024E" w14:textId="77777777" w:rsidTr="00745302">
        <w:tc>
          <w:tcPr>
            <w:tcW w:w="9670" w:type="dxa"/>
          </w:tcPr>
          <w:p w14:paraId="567B8F80" w14:textId="77777777" w:rsidR="0085747A" w:rsidRPr="00B169DF" w:rsidRDefault="007340C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psycho</w:t>
            </w:r>
            <w:r w:rsidR="006E6C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logii rozwoju człowieka i pracy socjalnej. </w:t>
            </w:r>
          </w:p>
        </w:tc>
      </w:tr>
    </w:tbl>
    <w:p w14:paraId="088E5E41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8C2970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3C283F2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F0BBF0A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30ACD6D9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B169DF" w14:paraId="37BB2361" w14:textId="77777777" w:rsidTr="00923D7D">
        <w:tc>
          <w:tcPr>
            <w:tcW w:w="851" w:type="dxa"/>
            <w:vAlign w:val="center"/>
          </w:tcPr>
          <w:p w14:paraId="71BB122E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0B55643" w14:textId="77777777" w:rsidR="0085747A" w:rsidRPr="00B169DF" w:rsidRDefault="00E83236" w:rsidP="00E83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teoretycznymi i etycznymi podstawami pracy metodą streetworkingu</w:t>
            </w:r>
            <w:r w:rsidR="005E438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B169DF" w14:paraId="2837D9BF" w14:textId="77777777" w:rsidTr="00923D7D">
        <w:tc>
          <w:tcPr>
            <w:tcW w:w="851" w:type="dxa"/>
            <w:vAlign w:val="center"/>
          </w:tcPr>
          <w:p w14:paraId="21490E51" w14:textId="77777777" w:rsidR="0085747A" w:rsidRPr="00B169DF" w:rsidRDefault="00DC35B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AB6F73F" w14:textId="77777777" w:rsidR="0085747A" w:rsidRPr="00B169DF" w:rsidRDefault="00E83236" w:rsidP="006E6C7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ze specyfiką</w:t>
            </w:r>
            <w:r w:rsidRPr="00E83236">
              <w:rPr>
                <w:rFonts w:ascii="Corbel" w:hAnsi="Corbel"/>
                <w:b w:val="0"/>
                <w:sz w:val="24"/>
                <w:szCs w:val="24"/>
              </w:rPr>
              <w:t xml:space="preserve"> „ulicznej pracy </w:t>
            </w:r>
            <w:proofErr w:type="spellStart"/>
            <w:r w:rsidRPr="00E83236">
              <w:rPr>
                <w:rFonts w:ascii="Corbel" w:hAnsi="Corbel"/>
                <w:b w:val="0"/>
                <w:sz w:val="24"/>
                <w:szCs w:val="24"/>
              </w:rPr>
              <w:t>socjalnej”patrząc</w:t>
            </w:r>
            <w:proofErr w:type="spellEnd"/>
            <w:r w:rsidRPr="00E83236">
              <w:rPr>
                <w:rFonts w:ascii="Corbel" w:hAnsi="Corbel"/>
                <w:b w:val="0"/>
                <w:sz w:val="24"/>
                <w:szCs w:val="24"/>
              </w:rPr>
              <w:t xml:space="preserve"> na nią zarówno przez pryzmat wybranych kategorii beneficjentów programów </w:t>
            </w:r>
            <w:proofErr w:type="spellStart"/>
            <w:r w:rsidRPr="00E83236">
              <w:rPr>
                <w:rFonts w:ascii="Corbel" w:hAnsi="Corbel"/>
                <w:b w:val="0"/>
                <w:sz w:val="24"/>
                <w:szCs w:val="24"/>
              </w:rPr>
              <w:t>streetworkerskich</w:t>
            </w:r>
            <w:proofErr w:type="spellEnd"/>
            <w:r w:rsidRPr="00E83236">
              <w:rPr>
                <w:rFonts w:ascii="Corbel" w:hAnsi="Corbel"/>
                <w:b w:val="0"/>
                <w:sz w:val="24"/>
                <w:szCs w:val="24"/>
              </w:rPr>
              <w:t xml:space="preserve"> jak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E83236">
              <w:rPr>
                <w:rFonts w:ascii="Corbel" w:hAnsi="Corbel"/>
                <w:b w:val="0"/>
                <w:sz w:val="24"/>
                <w:szCs w:val="24"/>
              </w:rPr>
              <w:t>i z perspektywy l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eżących u ich podstaw wartości </w:t>
            </w:r>
            <w:r w:rsidRPr="00E83236">
              <w:rPr>
                <w:rFonts w:ascii="Corbel" w:hAnsi="Corbel"/>
                <w:b w:val="0"/>
                <w:sz w:val="24"/>
                <w:szCs w:val="24"/>
              </w:rPr>
              <w:t>oraz konstytuującymi je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6E6C7C">
              <w:rPr>
                <w:rFonts w:ascii="Corbel" w:hAnsi="Corbel"/>
                <w:b w:val="0"/>
                <w:sz w:val="24"/>
                <w:szCs w:val="24"/>
              </w:rPr>
              <w:t>strategii działania.</w:t>
            </w:r>
          </w:p>
        </w:tc>
      </w:tr>
      <w:tr w:rsidR="0085747A" w:rsidRPr="00B169DF" w14:paraId="4410C136" w14:textId="77777777" w:rsidTr="00923D7D">
        <w:tc>
          <w:tcPr>
            <w:tcW w:w="851" w:type="dxa"/>
            <w:vAlign w:val="center"/>
          </w:tcPr>
          <w:p w14:paraId="01A92E29" w14:textId="77777777" w:rsidR="0085747A" w:rsidRPr="00B169DF" w:rsidRDefault="00DC35B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25C9018" w14:textId="77777777" w:rsidR="0085747A" w:rsidRPr="00B169DF" w:rsidRDefault="006E6C7C" w:rsidP="006E6C7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z organizacją i zasadami funkcjonowania organizacji </w:t>
            </w:r>
            <w:r w:rsidRPr="006E6C7C">
              <w:rPr>
                <w:rFonts w:ascii="Corbel" w:hAnsi="Corbel"/>
                <w:b w:val="0"/>
                <w:sz w:val="24"/>
                <w:szCs w:val="24"/>
              </w:rPr>
              <w:t xml:space="preserve">prowadzących działania </w:t>
            </w:r>
            <w:proofErr w:type="spellStart"/>
            <w:r w:rsidRPr="006E6C7C">
              <w:rPr>
                <w:rFonts w:ascii="Corbel" w:hAnsi="Corbel"/>
                <w:b w:val="0"/>
                <w:sz w:val="24"/>
                <w:szCs w:val="24"/>
              </w:rPr>
              <w:t>streetworkerskie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  <w:tr w:rsidR="00DC35B8" w:rsidRPr="00B169DF" w14:paraId="7F156603" w14:textId="77777777" w:rsidTr="00923D7D">
        <w:tc>
          <w:tcPr>
            <w:tcW w:w="851" w:type="dxa"/>
            <w:vAlign w:val="center"/>
          </w:tcPr>
          <w:p w14:paraId="51D1076A" w14:textId="77777777" w:rsidR="00DC35B8" w:rsidRPr="00B169DF" w:rsidRDefault="00DC35B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B163C55" w14:textId="77777777" w:rsidR="00DC35B8" w:rsidRPr="00DC35B8" w:rsidRDefault="006E6C7C" w:rsidP="006E6C7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Wyposażenie studentów w umiejętność </w:t>
            </w:r>
            <w:r w:rsidRPr="006E6C7C">
              <w:rPr>
                <w:rFonts w:ascii="Corbel" w:hAnsi="Corbel"/>
                <w:b w:val="0"/>
                <w:sz w:val="24"/>
                <w:szCs w:val="24"/>
              </w:rPr>
              <w:t>proponowania działań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6E6C7C">
              <w:rPr>
                <w:rFonts w:ascii="Corbel" w:hAnsi="Corbel"/>
                <w:b w:val="0"/>
                <w:sz w:val="24"/>
                <w:szCs w:val="24"/>
              </w:rPr>
              <w:t>ukierunkowanych na rozwiązywanie konkretnych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6E6C7C">
              <w:rPr>
                <w:rFonts w:ascii="Corbel" w:hAnsi="Corbel"/>
                <w:b w:val="0"/>
                <w:sz w:val="24"/>
                <w:szCs w:val="24"/>
              </w:rPr>
              <w:t>problemów społecznych i przeprowadzenia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6E6C7C">
              <w:rPr>
                <w:rFonts w:ascii="Corbel" w:hAnsi="Corbel"/>
                <w:b w:val="0"/>
                <w:sz w:val="24"/>
                <w:szCs w:val="24"/>
              </w:rPr>
              <w:t>rozstrzygnięć w tym zakresie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2F778D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AE31AAF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58371E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B169DF" w14:paraId="324A043F" w14:textId="77777777" w:rsidTr="0071620A">
        <w:tc>
          <w:tcPr>
            <w:tcW w:w="1701" w:type="dxa"/>
            <w:vAlign w:val="center"/>
          </w:tcPr>
          <w:p w14:paraId="6EB6A6CD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2A0386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6D63207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36DAD2EE" w14:textId="77777777" w:rsidTr="005E6E85">
        <w:tc>
          <w:tcPr>
            <w:tcW w:w="1701" w:type="dxa"/>
          </w:tcPr>
          <w:p w14:paraId="5C91A639" w14:textId="77777777" w:rsidR="0085747A" w:rsidRPr="00B169DF" w:rsidRDefault="0085747A" w:rsidP="00C202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AA2C188" w14:textId="77777777" w:rsidR="002F7DD5" w:rsidRPr="00B169DF" w:rsidRDefault="00C202C8" w:rsidP="00C202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posiada </w:t>
            </w:r>
            <w:r w:rsidR="00E83236" w:rsidRPr="00E83236">
              <w:rPr>
                <w:rFonts w:ascii="Corbel" w:hAnsi="Corbel"/>
                <w:b w:val="0"/>
                <w:smallCaps w:val="0"/>
                <w:szCs w:val="24"/>
              </w:rPr>
              <w:t>wiedzę 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 temat idei streetworkingu, z</w:t>
            </w:r>
            <w:r w:rsidR="00E83236" w:rsidRPr="00E83236">
              <w:rPr>
                <w:rFonts w:ascii="Corbel" w:hAnsi="Corbel"/>
                <w:b w:val="0"/>
                <w:smallCaps w:val="0"/>
                <w:szCs w:val="24"/>
              </w:rPr>
              <w:t>na rodzaje systemów wparcia , w tym przede wszystkim w ramach rozwiązań funkcjonujących w zakresie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sparcia osób marginalizowanych.</w:t>
            </w:r>
          </w:p>
        </w:tc>
        <w:tc>
          <w:tcPr>
            <w:tcW w:w="1873" w:type="dxa"/>
          </w:tcPr>
          <w:p w14:paraId="30E75CAB" w14:textId="77777777" w:rsidR="0085747A" w:rsidRPr="00B169DF" w:rsidRDefault="00822696" w:rsidP="00C202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B169DF" w14:paraId="31BA56F6" w14:textId="77777777" w:rsidTr="005E6E85">
        <w:tc>
          <w:tcPr>
            <w:tcW w:w="1701" w:type="dxa"/>
          </w:tcPr>
          <w:p w14:paraId="03DAC0E4" w14:textId="77777777" w:rsidR="0085747A" w:rsidRPr="00B169DF" w:rsidRDefault="0085747A" w:rsidP="00C202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A26A8CA" w14:textId="77777777" w:rsidR="0085747A" w:rsidRPr="00B169DF" w:rsidRDefault="00C202C8" w:rsidP="00C202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6E6C7C" w:rsidRPr="00E83236">
              <w:rPr>
                <w:rFonts w:ascii="Corbel" w:hAnsi="Corbel"/>
                <w:b w:val="0"/>
                <w:smallCaps w:val="0"/>
                <w:szCs w:val="24"/>
              </w:rPr>
              <w:t>osiada wiedzę na temat osób marginalizowanych w społeczeństwie, rodzajów więzi i struktur społecznych wspomagających oraz utrudniających ich funkcjonowanie</w:t>
            </w:r>
            <w:r w:rsidR="006E6C7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82655E7" w14:textId="77777777" w:rsidR="0085747A" w:rsidRPr="00B169DF" w:rsidRDefault="00822696" w:rsidP="00C202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2696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B169DF" w14:paraId="3D58A23A" w14:textId="77777777" w:rsidTr="005E6E85">
        <w:tc>
          <w:tcPr>
            <w:tcW w:w="1701" w:type="dxa"/>
          </w:tcPr>
          <w:p w14:paraId="54A6DF40" w14:textId="77777777" w:rsidR="0085747A" w:rsidRPr="00B169DF" w:rsidRDefault="006E6C7C" w:rsidP="00C202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20CF89D2" w14:textId="77777777" w:rsidR="0085747A" w:rsidRPr="00B169DF" w:rsidRDefault="00C202C8" w:rsidP="00C202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m</w:t>
            </w:r>
            <w:r w:rsidRPr="00E83236">
              <w:rPr>
                <w:rFonts w:ascii="Corbel" w:hAnsi="Corbel"/>
                <w:b w:val="0"/>
                <w:smallCaps w:val="0"/>
                <w:szCs w:val="24"/>
              </w:rPr>
              <w:t>a podstawową wiedzę o regułach komunikacji między streetwork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erem a osobą „żyjącą na ulicy”.</w:t>
            </w:r>
          </w:p>
        </w:tc>
        <w:tc>
          <w:tcPr>
            <w:tcW w:w="1873" w:type="dxa"/>
          </w:tcPr>
          <w:p w14:paraId="54E70286" w14:textId="77777777" w:rsidR="0085747A" w:rsidRPr="00B169DF" w:rsidRDefault="00822696" w:rsidP="00C202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2696"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="004C2E66" w:rsidRPr="00B169DF" w14:paraId="7FDCBB48" w14:textId="77777777" w:rsidTr="005E6E85">
        <w:tc>
          <w:tcPr>
            <w:tcW w:w="1701" w:type="dxa"/>
          </w:tcPr>
          <w:p w14:paraId="0C5452DB" w14:textId="77777777" w:rsidR="004C2E66" w:rsidRPr="00B169DF" w:rsidRDefault="004C2E66" w:rsidP="00C202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9FB4F7D" w14:textId="77777777" w:rsidR="004C2E66" w:rsidRPr="004C2E66" w:rsidRDefault="006E6C7C" w:rsidP="00C202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E83236">
              <w:rPr>
                <w:rFonts w:ascii="Corbel" w:hAnsi="Corbel"/>
                <w:b w:val="0"/>
                <w:smallCaps w:val="0"/>
                <w:szCs w:val="24"/>
              </w:rPr>
              <w:t>tworzyć dokumentację opisującą sytuację osób zmarginalizowanych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9251D2A" w14:textId="77777777" w:rsidR="004C2E66" w:rsidRPr="00DC35B8" w:rsidRDefault="00822696" w:rsidP="00C202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2696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4C2E66" w:rsidRPr="00B169DF" w14:paraId="604B64D5" w14:textId="77777777" w:rsidTr="005E6E85">
        <w:tc>
          <w:tcPr>
            <w:tcW w:w="1701" w:type="dxa"/>
          </w:tcPr>
          <w:p w14:paraId="5209AFFE" w14:textId="77777777" w:rsidR="004C2E66" w:rsidRPr="00B169DF" w:rsidRDefault="004C2E66" w:rsidP="00C202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58B18068" w14:textId="77777777" w:rsidR="004C2E66" w:rsidRPr="002F7DD5" w:rsidRDefault="006E6C7C" w:rsidP="00C202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zasady prawne i etyczne, a także standardy zawodowe istotne</w:t>
            </w:r>
            <w:r w:rsidRPr="00E83236">
              <w:rPr>
                <w:rFonts w:ascii="Corbel" w:hAnsi="Corbel"/>
                <w:b w:val="0"/>
                <w:smallCaps w:val="0"/>
                <w:szCs w:val="24"/>
              </w:rPr>
              <w:t xml:space="preserve"> z punktu widzenia pomocy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osobom zmarginalizowanym oraz potrafi </w:t>
            </w:r>
            <w:r w:rsidRPr="00E83236">
              <w:rPr>
                <w:rFonts w:ascii="Corbel" w:hAnsi="Corbel"/>
                <w:b w:val="0"/>
                <w:smallCaps w:val="0"/>
                <w:szCs w:val="24"/>
              </w:rPr>
              <w:t>uwzględni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ać je w praktyce zasady poufności.</w:t>
            </w:r>
          </w:p>
        </w:tc>
        <w:tc>
          <w:tcPr>
            <w:tcW w:w="1873" w:type="dxa"/>
          </w:tcPr>
          <w:p w14:paraId="2C980D85" w14:textId="77777777" w:rsidR="004C2E66" w:rsidRPr="00DC35B8" w:rsidRDefault="00822696" w:rsidP="00C202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2696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4C2E66" w:rsidRPr="00B169DF" w14:paraId="4E71D6E0" w14:textId="77777777" w:rsidTr="005E6E85">
        <w:tc>
          <w:tcPr>
            <w:tcW w:w="1701" w:type="dxa"/>
          </w:tcPr>
          <w:p w14:paraId="47681E17" w14:textId="77777777" w:rsidR="004C2E66" w:rsidRPr="00B169DF" w:rsidRDefault="004C2E6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0057229D" w14:textId="77777777" w:rsidR="004C2E66" w:rsidRPr="004C2E66" w:rsidRDefault="00C202C8" w:rsidP="006E6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6E6C7C" w:rsidRPr="00E83236">
              <w:rPr>
                <w:rFonts w:ascii="Corbel" w:hAnsi="Corbel"/>
                <w:b w:val="0"/>
                <w:smallCaps w:val="0"/>
                <w:szCs w:val="24"/>
              </w:rPr>
              <w:t>rezentuje odpowiedzialną i empatyczną postawę wobec ludzi marginalizowanych; dostrzega i formułuje problemy etyczne w zakresie ich wspierania.</w:t>
            </w:r>
          </w:p>
        </w:tc>
        <w:tc>
          <w:tcPr>
            <w:tcW w:w="1873" w:type="dxa"/>
          </w:tcPr>
          <w:p w14:paraId="29D794BD" w14:textId="77777777" w:rsidR="004C2E66" w:rsidRPr="004C2E66" w:rsidRDefault="0082269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2696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004D2AC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6F51F0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68A733C3" w14:textId="77777777" w:rsidR="00675843" w:rsidRPr="00DC35B8" w:rsidRDefault="0085747A" w:rsidP="00DC35B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E4389" w:rsidRPr="00B169DF" w14:paraId="62A1A784" w14:textId="77777777" w:rsidTr="00BB7F25">
        <w:tc>
          <w:tcPr>
            <w:tcW w:w="9639" w:type="dxa"/>
          </w:tcPr>
          <w:p w14:paraId="7179A451" w14:textId="77777777" w:rsidR="005E4389" w:rsidRPr="00B169DF" w:rsidRDefault="005E4389" w:rsidP="00BB7F2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E4389" w:rsidRPr="00B169DF" w14:paraId="345BA8CB" w14:textId="77777777" w:rsidTr="00BB7F25">
        <w:tc>
          <w:tcPr>
            <w:tcW w:w="9639" w:type="dxa"/>
          </w:tcPr>
          <w:p w14:paraId="6EA468F6" w14:textId="77777777" w:rsidR="005E4389" w:rsidRPr="00E83236" w:rsidRDefault="00E83236" w:rsidP="00E8323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83236">
              <w:rPr>
                <w:rFonts w:ascii="Corbel" w:hAnsi="Corbel"/>
                <w:sz w:val="24"/>
                <w:szCs w:val="24"/>
              </w:rPr>
              <w:t>Streetwork</w:t>
            </w:r>
            <w:proofErr w:type="spellEnd"/>
            <w:r w:rsidRPr="00E83236">
              <w:rPr>
                <w:rFonts w:ascii="Corbel" w:hAnsi="Corbel"/>
                <w:sz w:val="24"/>
                <w:szCs w:val="24"/>
              </w:rPr>
              <w:t xml:space="preserve"> – definicje, podsta</w:t>
            </w:r>
            <w:r>
              <w:rPr>
                <w:rFonts w:ascii="Corbel" w:hAnsi="Corbel"/>
                <w:sz w:val="24"/>
                <w:szCs w:val="24"/>
              </w:rPr>
              <w:t>wowe informacje, standaryzacja.</w:t>
            </w:r>
          </w:p>
        </w:tc>
      </w:tr>
      <w:tr w:rsidR="005E4389" w:rsidRPr="00B169DF" w14:paraId="02CDDF8D" w14:textId="77777777" w:rsidTr="00BB7F25">
        <w:tc>
          <w:tcPr>
            <w:tcW w:w="9639" w:type="dxa"/>
          </w:tcPr>
          <w:p w14:paraId="3B673E4D" w14:textId="77777777" w:rsidR="005E4389" w:rsidRPr="00B169DF" w:rsidRDefault="00E83236" w:rsidP="005E438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3236">
              <w:rPr>
                <w:rFonts w:ascii="Corbel" w:hAnsi="Corbel"/>
                <w:sz w:val="24"/>
                <w:szCs w:val="24"/>
              </w:rPr>
              <w:t>Grupy docelowe w streetworkingu – cele pracy, zadania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E4389" w:rsidRPr="00B169DF" w14:paraId="0DA1062C" w14:textId="77777777" w:rsidTr="00BB7F25">
        <w:tc>
          <w:tcPr>
            <w:tcW w:w="9639" w:type="dxa"/>
          </w:tcPr>
          <w:p w14:paraId="2F05D3F4" w14:textId="77777777" w:rsidR="005E4389" w:rsidRPr="00B169DF" w:rsidRDefault="00E83236" w:rsidP="00BB7F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236">
              <w:rPr>
                <w:rFonts w:ascii="Corbel" w:hAnsi="Corbel"/>
                <w:sz w:val="24"/>
                <w:szCs w:val="24"/>
              </w:rPr>
              <w:t>Metody pracy streetworkera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E4389" w:rsidRPr="00B169DF" w14:paraId="5CE21841" w14:textId="77777777" w:rsidTr="00BB7F25">
        <w:tc>
          <w:tcPr>
            <w:tcW w:w="9639" w:type="dxa"/>
          </w:tcPr>
          <w:p w14:paraId="757677E2" w14:textId="77777777" w:rsidR="005E4389" w:rsidRPr="005E4389" w:rsidRDefault="00E83236" w:rsidP="00BB7F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236">
              <w:rPr>
                <w:rFonts w:ascii="Corbel" w:hAnsi="Corbel"/>
                <w:sz w:val="24"/>
                <w:szCs w:val="24"/>
              </w:rPr>
              <w:t>Narzędzia pracy streetworkera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E4389" w:rsidRPr="00B169DF" w14:paraId="0F641685" w14:textId="77777777" w:rsidTr="00BB7F25">
        <w:tc>
          <w:tcPr>
            <w:tcW w:w="9639" w:type="dxa"/>
          </w:tcPr>
          <w:p w14:paraId="68C958E4" w14:textId="77777777" w:rsidR="005E4389" w:rsidRPr="005E4389" w:rsidRDefault="00E83236" w:rsidP="00BB7F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Etyczne podstawy pracy metodą streetworkingu. </w:t>
            </w:r>
          </w:p>
        </w:tc>
      </w:tr>
    </w:tbl>
    <w:p w14:paraId="0DC0B12E" w14:textId="77777777" w:rsidR="005E4389" w:rsidRDefault="005E4389" w:rsidP="005E4389">
      <w:pPr>
        <w:spacing w:after="0" w:line="240" w:lineRule="auto"/>
        <w:rPr>
          <w:rFonts w:ascii="Corbel" w:hAnsi="Corbel"/>
          <w:sz w:val="24"/>
          <w:szCs w:val="24"/>
        </w:rPr>
      </w:pPr>
    </w:p>
    <w:p w14:paraId="3459E26A" w14:textId="77777777" w:rsidR="00DC35B8" w:rsidRPr="00B169DF" w:rsidRDefault="00DC35B8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74FD8E4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4D40A19B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169DF" w14:paraId="51AF9A3B" w14:textId="77777777" w:rsidTr="00923D7D">
        <w:tc>
          <w:tcPr>
            <w:tcW w:w="9639" w:type="dxa"/>
          </w:tcPr>
          <w:p w14:paraId="43849E09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5AC1A438" w14:textId="77777777" w:rsidTr="00923D7D">
        <w:tc>
          <w:tcPr>
            <w:tcW w:w="9639" w:type="dxa"/>
          </w:tcPr>
          <w:p w14:paraId="58BCB6E7" w14:textId="77777777" w:rsidR="0085747A" w:rsidRPr="00DF0856" w:rsidRDefault="00E83236" w:rsidP="00E8323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3236">
              <w:rPr>
                <w:rFonts w:ascii="Corbel" w:hAnsi="Corbel"/>
                <w:sz w:val="24"/>
                <w:szCs w:val="24"/>
              </w:rPr>
              <w:t xml:space="preserve">Tworzenie projektów pracy metodą </w:t>
            </w:r>
            <w:proofErr w:type="spellStart"/>
            <w:r w:rsidRPr="00E83236">
              <w:rPr>
                <w:rFonts w:ascii="Corbel" w:hAnsi="Corbel"/>
                <w:sz w:val="24"/>
                <w:szCs w:val="24"/>
              </w:rPr>
              <w:t>streetoworkingu</w:t>
            </w:r>
            <w:proofErr w:type="spellEnd"/>
            <w:r w:rsidRPr="00E8323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B169DF" w14:paraId="2C373118" w14:textId="77777777" w:rsidTr="00923D7D">
        <w:tc>
          <w:tcPr>
            <w:tcW w:w="9639" w:type="dxa"/>
          </w:tcPr>
          <w:p w14:paraId="51C5CC30" w14:textId="77777777" w:rsidR="0085747A" w:rsidRPr="00B169DF" w:rsidRDefault="00E83236" w:rsidP="00E8323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3236">
              <w:rPr>
                <w:rFonts w:ascii="Corbel" w:hAnsi="Corbel"/>
                <w:sz w:val="24"/>
                <w:szCs w:val="24"/>
              </w:rPr>
              <w:t xml:space="preserve">Streetworking </w:t>
            </w:r>
            <w:r>
              <w:rPr>
                <w:rFonts w:ascii="Corbel" w:hAnsi="Corbel"/>
                <w:sz w:val="24"/>
                <w:szCs w:val="24"/>
              </w:rPr>
              <w:t>z „dziećmi ulicy”.</w:t>
            </w:r>
            <w:r w:rsidRPr="00E8323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DF0856" w:rsidRPr="00B169DF" w14:paraId="6422FE4B" w14:textId="77777777" w:rsidTr="00923D7D">
        <w:tc>
          <w:tcPr>
            <w:tcW w:w="9639" w:type="dxa"/>
          </w:tcPr>
          <w:p w14:paraId="5C632F86" w14:textId="77777777" w:rsidR="00DF0856" w:rsidRPr="00B169DF" w:rsidRDefault="00E8323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236">
              <w:rPr>
                <w:rFonts w:ascii="Corbel" w:hAnsi="Corbel"/>
                <w:sz w:val="24"/>
                <w:szCs w:val="24"/>
              </w:rPr>
              <w:t>Streetworking a bezdomność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F0856" w:rsidRPr="00B169DF" w14:paraId="02D72601" w14:textId="77777777" w:rsidTr="00923D7D">
        <w:tc>
          <w:tcPr>
            <w:tcW w:w="9639" w:type="dxa"/>
          </w:tcPr>
          <w:p w14:paraId="2D82828D" w14:textId="77777777" w:rsidR="00DF0856" w:rsidRPr="00B169DF" w:rsidRDefault="00E8323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236">
              <w:rPr>
                <w:rFonts w:ascii="Corbel" w:hAnsi="Corbel"/>
                <w:sz w:val="24"/>
                <w:szCs w:val="24"/>
              </w:rPr>
              <w:t>Streetworking z osobami świadczącymi usługi seksualne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F0856" w:rsidRPr="00B169DF" w14:paraId="44A0E26A" w14:textId="77777777" w:rsidTr="00923D7D">
        <w:tc>
          <w:tcPr>
            <w:tcW w:w="9639" w:type="dxa"/>
          </w:tcPr>
          <w:p w14:paraId="12D9B27B" w14:textId="77777777" w:rsidR="00DF0856" w:rsidRPr="00B169DF" w:rsidRDefault="00E8323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236">
              <w:rPr>
                <w:rFonts w:ascii="Corbel" w:hAnsi="Corbel"/>
                <w:sz w:val="24"/>
                <w:szCs w:val="24"/>
              </w:rPr>
              <w:t>Streetworking z osobami przyjmującymi środki psychoaktywne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83236" w:rsidRPr="00B169DF" w14:paraId="01896FE5" w14:textId="77777777" w:rsidTr="00923D7D">
        <w:tc>
          <w:tcPr>
            <w:tcW w:w="9639" w:type="dxa"/>
          </w:tcPr>
          <w:p w14:paraId="6B1AE328" w14:textId="77777777" w:rsidR="00E83236" w:rsidRPr="00E83236" w:rsidRDefault="00E8323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236">
              <w:rPr>
                <w:rFonts w:ascii="Corbel" w:hAnsi="Corbel"/>
                <w:sz w:val="24"/>
                <w:szCs w:val="24"/>
              </w:rPr>
              <w:t>Wyzwania i ograniczenia streetworkingu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09649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8065E1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8D16DDA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6FFEDD" w14:textId="77777777" w:rsidR="004C2E66" w:rsidRPr="00B169DF" w:rsidRDefault="004C2E6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Analiza tekstów z dyskusją, </w:t>
      </w:r>
      <w:r w:rsidR="00D829F2">
        <w:rPr>
          <w:rFonts w:ascii="Corbel" w:hAnsi="Corbel"/>
          <w:b w:val="0"/>
          <w:smallCaps w:val="0"/>
          <w:szCs w:val="24"/>
        </w:rPr>
        <w:t>wykład problemowy, wykład z prezentacją multimedialną</w:t>
      </w:r>
      <w:r>
        <w:rPr>
          <w:rFonts w:ascii="Corbel" w:hAnsi="Corbel"/>
          <w:b w:val="0"/>
          <w:smallCaps w:val="0"/>
          <w:szCs w:val="24"/>
        </w:rPr>
        <w:t>, praca w grupach</w:t>
      </w:r>
      <w:r w:rsidR="00DF0856">
        <w:rPr>
          <w:rFonts w:ascii="Corbel" w:hAnsi="Corbel"/>
          <w:b w:val="0"/>
          <w:smallCaps w:val="0"/>
          <w:szCs w:val="24"/>
        </w:rPr>
        <w:t>.</w:t>
      </w:r>
    </w:p>
    <w:p w14:paraId="149146BE" w14:textId="77777777" w:rsidR="00DF0856" w:rsidRDefault="00DF0856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2453B46D" w14:textId="77777777" w:rsidR="00E21E7D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B169D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B169DF">
        <w:rPr>
          <w:rFonts w:ascii="Corbel" w:hAnsi="Corbel"/>
          <w:sz w:val="20"/>
          <w:szCs w:val="20"/>
        </w:rPr>
        <w:t>.:</w:t>
      </w:r>
      <w:r w:rsidR="00923D7D" w:rsidRPr="00B169DF">
        <w:rPr>
          <w:rFonts w:ascii="Corbel" w:hAnsi="Corbel"/>
          <w:sz w:val="20"/>
          <w:szCs w:val="20"/>
        </w:rPr>
        <w:t xml:space="preserve"> </w:t>
      </w:r>
    </w:p>
    <w:p w14:paraId="3A3D856D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6534798B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2927A642" w14:textId="77777777" w:rsidR="00E960BB" w:rsidRPr="00DF0856" w:rsidRDefault="00153C41" w:rsidP="00DF0856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712206DE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16E6B22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4410D430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4A9114C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750984F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B169DF" w14:paraId="64AC9427" w14:textId="77777777" w:rsidTr="00C05F44">
        <w:tc>
          <w:tcPr>
            <w:tcW w:w="1985" w:type="dxa"/>
            <w:vAlign w:val="center"/>
          </w:tcPr>
          <w:p w14:paraId="093F21AC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5FB7576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AD60FA1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1224C35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BD27A59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169DF" w14:paraId="6BD4312D" w14:textId="77777777" w:rsidTr="00C05F44">
        <w:tc>
          <w:tcPr>
            <w:tcW w:w="1985" w:type="dxa"/>
          </w:tcPr>
          <w:p w14:paraId="4BBC849E" w14:textId="77777777"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1A38832F" w14:textId="77777777" w:rsidR="0085747A" w:rsidRPr="00DF0856" w:rsidRDefault="00D829F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  <w:r w:rsidR="00E83236">
              <w:rPr>
                <w:rFonts w:ascii="Corbel" w:hAnsi="Corbel"/>
                <w:b w:val="0"/>
                <w:szCs w:val="24"/>
              </w:rPr>
              <w:t>, praca pisemna</w:t>
            </w:r>
          </w:p>
        </w:tc>
        <w:tc>
          <w:tcPr>
            <w:tcW w:w="2126" w:type="dxa"/>
          </w:tcPr>
          <w:p w14:paraId="050D5721" w14:textId="77777777"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r w:rsidR="00D829F2">
              <w:rPr>
                <w:rFonts w:ascii="Corbel" w:hAnsi="Corbel"/>
                <w:b w:val="0"/>
                <w:szCs w:val="24"/>
              </w:rPr>
              <w:t>,w</w:t>
            </w:r>
            <w:proofErr w:type="spellEnd"/>
          </w:p>
        </w:tc>
      </w:tr>
      <w:tr w:rsidR="00706E32" w:rsidRPr="00B169DF" w14:paraId="154E055C" w14:textId="77777777" w:rsidTr="00C05F44">
        <w:tc>
          <w:tcPr>
            <w:tcW w:w="1985" w:type="dxa"/>
          </w:tcPr>
          <w:p w14:paraId="466F8149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3EBFA3C3" w14:textId="77777777" w:rsidR="00706E32" w:rsidRPr="00DF0856" w:rsidRDefault="00D829F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  <w:r w:rsidR="00E83236">
              <w:rPr>
                <w:rFonts w:ascii="Corbel" w:hAnsi="Corbel"/>
                <w:b w:val="0"/>
                <w:szCs w:val="24"/>
              </w:rPr>
              <w:t>, praca pisemna</w:t>
            </w:r>
          </w:p>
        </w:tc>
        <w:tc>
          <w:tcPr>
            <w:tcW w:w="2126" w:type="dxa"/>
          </w:tcPr>
          <w:p w14:paraId="58FA4C4D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r w:rsidR="00D829F2">
              <w:rPr>
                <w:rFonts w:ascii="Corbel" w:hAnsi="Corbel"/>
                <w:b w:val="0"/>
                <w:szCs w:val="24"/>
              </w:rPr>
              <w:t>,w</w:t>
            </w:r>
            <w:proofErr w:type="spellEnd"/>
          </w:p>
        </w:tc>
      </w:tr>
      <w:tr w:rsidR="00706E32" w:rsidRPr="00B169DF" w14:paraId="336FF8C3" w14:textId="77777777" w:rsidTr="00C05F44">
        <w:tc>
          <w:tcPr>
            <w:tcW w:w="1985" w:type="dxa"/>
          </w:tcPr>
          <w:p w14:paraId="6D3056A9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2799318" w14:textId="77777777" w:rsidR="00706E32" w:rsidRPr="00DF0856" w:rsidRDefault="00D829F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  <w:r w:rsidR="00E83236">
              <w:rPr>
                <w:rFonts w:ascii="Corbel" w:hAnsi="Corbel"/>
                <w:b w:val="0"/>
                <w:szCs w:val="24"/>
              </w:rPr>
              <w:t>, praca pisemna</w:t>
            </w:r>
          </w:p>
        </w:tc>
        <w:tc>
          <w:tcPr>
            <w:tcW w:w="2126" w:type="dxa"/>
          </w:tcPr>
          <w:p w14:paraId="3D0CE9BE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r w:rsidR="00D829F2">
              <w:rPr>
                <w:rFonts w:ascii="Corbel" w:hAnsi="Corbel"/>
                <w:b w:val="0"/>
                <w:szCs w:val="24"/>
              </w:rPr>
              <w:t>,w</w:t>
            </w:r>
            <w:proofErr w:type="spellEnd"/>
          </w:p>
        </w:tc>
      </w:tr>
      <w:tr w:rsidR="00706E32" w:rsidRPr="00B169DF" w14:paraId="1D21AD8E" w14:textId="77777777" w:rsidTr="00C05F44">
        <w:tc>
          <w:tcPr>
            <w:tcW w:w="1985" w:type="dxa"/>
          </w:tcPr>
          <w:p w14:paraId="69A72967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4CEC4915" w14:textId="77777777" w:rsidR="00706E32" w:rsidRPr="00DF0856" w:rsidRDefault="00D829F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  <w:r w:rsidR="00E83236">
              <w:rPr>
                <w:rFonts w:ascii="Corbel" w:hAnsi="Corbel"/>
                <w:b w:val="0"/>
                <w:szCs w:val="24"/>
              </w:rPr>
              <w:t>, praca pisemna</w:t>
            </w:r>
          </w:p>
        </w:tc>
        <w:tc>
          <w:tcPr>
            <w:tcW w:w="2126" w:type="dxa"/>
          </w:tcPr>
          <w:p w14:paraId="1FBC7D5A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r w:rsidR="00D829F2">
              <w:rPr>
                <w:rFonts w:ascii="Corbel" w:hAnsi="Corbel"/>
                <w:b w:val="0"/>
                <w:szCs w:val="24"/>
              </w:rPr>
              <w:t>,w</w:t>
            </w:r>
            <w:proofErr w:type="spellEnd"/>
          </w:p>
        </w:tc>
      </w:tr>
      <w:tr w:rsidR="00706E32" w:rsidRPr="00B169DF" w14:paraId="53C7E3FC" w14:textId="77777777" w:rsidTr="00C05F44">
        <w:tc>
          <w:tcPr>
            <w:tcW w:w="1985" w:type="dxa"/>
          </w:tcPr>
          <w:p w14:paraId="300BDB7B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51EFCEAE" w14:textId="77777777" w:rsidR="00706E32" w:rsidRPr="00DF0856" w:rsidRDefault="00D829F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  <w:r w:rsidR="00E83236">
              <w:rPr>
                <w:rFonts w:ascii="Corbel" w:hAnsi="Corbel"/>
                <w:b w:val="0"/>
                <w:szCs w:val="24"/>
              </w:rPr>
              <w:t>, praca pisemna</w:t>
            </w:r>
          </w:p>
        </w:tc>
        <w:tc>
          <w:tcPr>
            <w:tcW w:w="2126" w:type="dxa"/>
          </w:tcPr>
          <w:p w14:paraId="77D8D09C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r w:rsidR="00D829F2">
              <w:rPr>
                <w:rFonts w:ascii="Corbel" w:hAnsi="Corbel"/>
                <w:b w:val="0"/>
                <w:szCs w:val="24"/>
              </w:rPr>
              <w:t>,w</w:t>
            </w:r>
            <w:proofErr w:type="spellEnd"/>
          </w:p>
        </w:tc>
      </w:tr>
      <w:tr w:rsidR="0085747A" w:rsidRPr="00B169DF" w14:paraId="13B5B250" w14:textId="77777777" w:rsidTr="00C05F44">
        <w:tc>
          <w:tcPr>
            <w:tcW w:w="1985" w:type="dxa"/>
          </w:tcPr>
          <w:p w14:paraId="3682295E" w14:textId="77777777"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06</w:t>
            </w:r>
          </w:p>
        </w:tc>
        <w:tc>
          <w:tcPr>
            <w:tcW w:w="5528" w:type="dxa"/>
          </w:tcPr>
          <w:p w14:paraId="3A79C76D" w14:textId="77777777" w:rsidR="0085747A" w:rsidRPr="00B169DF" w:rsidRDefault="00D829F2" w:rsidP="00D829F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  <w:r w:rsidR="00E83236">
              <w:rPr>
                <w:rFonts w:ascii="Corbel" w:hAnsi="Corbel"/>
                <w:b w:val="0"/>
                <w:szCs w:val="24"/>
              </w:rPr>
              <w:t>, praca pisemna</w:t>
            </w:r>
          </w:p>
        </w:tc>
        <w:tc>
          <w:tcPr>
            <w:tcW w:w="2126" w:type="dxa"/>
          </w:tcPr>
          <w:p w14:paraId="6CE476FD" w14:textId="77777777"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r w:rsidR="00D829F2">
              <w:rPr>
                <w:rFonts w:ascii="Corbel" w:hAnsi="Corbel"/>
                <w:b w:val="0"/>
                <w:szCs w:val="24"/>
              </w:rPr>
              <w:t>,w</w:t>
            </w:r>
            <w:proofErr w:type="spellEnd"/>
          </w:p>
        </w:tc>
      </w:tr>
    </w:tbl>
    <w:p w14:paraId="3C8657D7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E4B67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4938A129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17B1DF92" w14:textId="77777777" w:rsidTr="00923D7D">
        <w:tc>
          <w:tcPr>
            <w:tcW w:w="9670" w:type="dxa"/>
          </w:tcPr>
          <w:p w14:paraId="1C8B8900" w14:textId="77777777" w:rsidR="00A52E40" w:rsidRPr="00A52E40" w:rsidRDefault="00A52E40" w:rsidP="00A52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2E40">
              <w:rPr>
                <w:rFonts w:ascii="Corbel" w:hAnsi="Corbel"/>
                <w:b w:val="0"/>
                <w:smallCaps w:val="0"/>
                <w:szCs w:val="24"/>
              </w:rPr>
              <w:t>Aktywny udział studenta w zajęciach.</w:t>
            </w:r>
          </w:p>
          <w:p w14:paraId="30137614" w14:textId="77777777" w:rsidR="00A52E40" w:rsidRPr="00A52E40" w:rsidRDefault="00A52E40" w:rsidP="00A52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2E40">
              <w:rPr>
                <w:rFonts w:ascii="Corbel" w:hAnsi="Corbel"/>
                <w:b w:val="0"/>
                <w:smallCaps w:val="0"/>
                <w:szCs w:val="24"/>
              </w:rPr>
              <w:t>Obecność studenta na zajęciach.</w:t>
            </w:r>
          </w:p>
          <w:p w14:paraId="75A5B621" w14:textId="77777777" w:rsidR="0085747A" w:rsidRDefault="00A52E40" w:rsidP="00A52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2E40">
              <w:rPr>
                <w:rFonts w:ascii="Corbel" w:hAnsi="Corbel"/>
                <w:b w:val="0"/>
                <w:smallCaps w:val="0"/>
                <w:szCs w:val="24"/>
              </w:rPr>
              <w:t>Pozytywna ocena z</w:t>
            </w:r>
            <w:r w:rsidR="00D829F2">
              <w:rPr>
                <w:rFonts w:ascii="Corbel" w:hAnsi="Corbel"/>
                <w:b w:val="0"/>
                <w:smallCaps w:val="0"/>
                <w:szCs w:val="24"/>
              </w:rPr>
              <w:t xml:space="preserve"> kolokwium.</w:t>
            </w:r>
          </w:p>
          <w:p w14:paraId="7148FA29" w14:textId="77777777" w:rsidR="00E83236" w:rsidRPr="00B169DF" w:rsidRDefault="00E83236" w:rsidP="00A52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3236">
              <w:rPr>
                <w:rFonts w:ascii="Corbel" w:hAnsi="Corbel"/>
                <w:b w:val="0"/>
                <w:smallCaps w:val="0"/>
                <w:szCs w:val="24"/>
              </w:rPr>
              <w:t>Przygotowanie pisemnego opracowa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nia i publiczna prezentacja</w:t>
            </w:r>
            <w:r w:rsidRPr="00E83236">
              <w:rPr>
                <w:rFonts w:ascii="Corbel" w:hAnsi="Corbel"/>
                <w:b w:val="0"/>
                <w:smallCaps w:val="0"/>
                <w:szCs w:val="24"/>
              </w:rPr>
              <w:t xml:space="preserve"> autorskiej koncepcji wsparcia </w:t>
            </w:r>
            <w:r w:rsidRPr="00E8323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streetworkingowego w miejscu zamieszkania/środowisku lokalnym/miejscowości.</w:t>
            </w:r>
          </w:p>
        </w:tc>
      </w:tr>
    </w:tbl>
    <w:p w14:paraId="1DDAB471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4902B4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DF9A150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169DF" w14:paraId="31E80C18" w14:textId="77777777" w:rsidTr="003E1941">
        <w:tc>
          <w:tcPr>
            <w:tcW w:w="4962" w:type="dxa"/>
            <w:vAlign w:val="center"/>
          </w:tcPr>
          <w:p w14:paraId="3CAE3F72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3C4D9E6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951EC68" w14:textId="77777777" w:rsidTr="00923D7D">
        <w:tc>
          <w:tcPr>
            <w:tcW w:w="4962" w:type="dxa"/>
          </w:tcPr>
          <w:p w14:paraId="2E24CFC2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543138D" w14:textId="77777777" w:rsidR="0085747A" w:rsidRPr="00B169DF" w:rsidRDefault="00477CD5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B169DF" w14:paraId="0AD666AF" w14:textId="77777777" w:rsidTr="00923D7D">
        <w:tc>
          <w:tcPr>
            <w:tcW w:w="4962" w:type="dxa"/>
          </w:tcPr>
          <w:p w14:paraId="26E6FFA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6E9F05A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</w:t>
            </w:r>
            <w:r w:rsidR="006A5EC5">
              <w:rPr>
                <w:rFonts w:ascii="Corbel" w:hAnsi="Corbel"/>
                <w:sz w:val="24"/>
                <w:szCs w:val="24"/>
              </w:rPr>
              <w:t xml:space="preserve">dział w konsultacjach, </w:t>
            </w:r>
            <w:proofErr w:type="spellStart"/>
            <w:r w:rsidR="006A5EC5">
              <w:rPr>
                <w:rFonts w:ascii="Corbel" w:hAnsi="Corbel"/>
                <w:sz w:val="24"/>
                <w:szCs w:val="24"/>
              </w:rPr>
              <w:t>kokolwium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7B661E5" w14:textId="77777777" w:rsidR="00C61DC5" w:rsidRPr="00B169DF" w:rsidRDefault="00477CD5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C61DC5" w:rsidRPr="00B169DF" w14:paraId="0AEB5097" w14:textId="77777777" w:rsidTr="00923D7D">
        <w:tc>
          <w:tcPr>
            <w:tcW w:w="4962" w:type="dxa"/>
          </w:tcPr>
          <w:p w14:paraId="5E2E0EE8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7FEB120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</w:t>
            </w:r>
            <w:r w:rsidR="006A5EC5">
              <w:rPr>
                <w:rFonts w:ascii="Corbel" w:hAnsi="Corbel"/>
                <w:sz w:val="24"/>
                <w:szCs w:val="24"/>
              </w:rPr>
              <w:t>ęć, kolokwium, przygotowanie pracy pisemnej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14:paraId="70DDE01B" w14:textId="7629E316" w:rsidR="00C61DC5" w:rsidRPr="00E37832" w:rsidRDefault="00097E38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E37832">
              <w:rPr>
                <w:rFonts w:ascii="Corbel" w:hAnsi="Corbel"/>
                <w:color w:val="000000" w:themeColor="text1"/>
                <w:sz w:val="24"/>
                <w:szCs w:val="24"/>
              </w:rPr>
              <w:t>50</w:t>
            </w:r>
          </w:p>
        </w:tc>
      </w:tr>
      <w:tr w:rsidR="0085747A" w:rsidRPr="00B169DF" w14:paraId="5ACD6F56" w14:textId="77777777" w:rsidTr="00923D7D">
        <w:tc>
          <w:tcPr>
            <w:tcW w:w="4962" w:type="dxa"/>
          </w:tcPr>
          <w:p w14:paraId="007F702D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3FF0E1E" w14:textId="0F4E073F" w:rsidR="0085747A" w:rsidRPr="00E37832" w:rsidRDefault="00097E38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E37832">
              <w:rPr>
                <w:rFonts w:ascii="Corbel" w:hAnsi="Corbel"/>
                <w:color w:val="000000" w:themeColor="text1"/>
                <w:sz w:val="24"/>
                <w:szCs w:val="24"/>
              </w:rPr>
              <w:t>90</w:t>
            </w:r>
          </w:p>
        </w:tc>
      </w:tr>
      <w:tr w:rsidR="0085747A" w:rsidRPr="00B169DF" w14:paraId="76149D31" w14:textId="77777777" w:rsidTr="00923D7D">
        <w:tc>
          <w:tcPr>
            <w:tcW w:w="4962" w:type="dxa"/>
          </w:tcPr>
          <w:p w14:paraId="163524CD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FD19382" w14:textId="77777777" w:rsidR="0085747A" w:rsidRPr="00B169DF" w:rsidRDefault="00D829F2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FDF5F22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751586C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B9DC22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  <w:bookmarkStart w:id="0" w:name="_GoBack"/>
      <w:bookmarkEnd w:id="0"/>
    </w:p>
    <w:p w14:paraId="333EE755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74BF134B" w14:textId="77777777" w:rsidTr="0071620A">
        <w:trPr>
          <w:trHeight w:val="397"/>
        </w:trPr>
        <w:tc>
          <w:tcPr>
            <w:tcW w:w="3544" w:type="dxa"/>
          </w:tcPr>
          <w:p w14:paraId="0F3D7FB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558A502" w14:textId="77777777" w:rsidR="0085747A" w:rsidRPr="00B169DF" w:rsidRDefault="00A52E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64D9FDBE" w14:textId="77777777" w:rsidTr="0071620A">
        <w:trPr>
          <w:trHeight w:val="397"/>
        </w:trPr>
        <w:tc>
          <w:tcPr>
            <w:tcW w:w="3544" w:type="dxa"/>
          </w:tcPr>
          <w:p w14:paraId="61540EB8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0C58707" w14:textId="77777777" w:rsidR="0085747A" w:rsidRPr="00B169DF" w:rsidRDefault="00A52E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9E858F0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A8ACC8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3EF933F9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74"/>
      </w:tblGrid>
      <w:tr w:rsidR="0085747A" w:rsidRPr="00B169DF" w14:paraId="4DD9585D" w14:textId="77777777" w:rsidTr="0071620A">
        <w:trPr>
          <w:trHeight w:val="397"/>
        </w:trPr>
        <w:tc>
          <w:tcPr>
            <w:tcW w:w="7513" w:type="dxa"/>
          </w:tcPr>
          <w:p w14:paraId="794B9D97" w14:textId="77777777" w:rsidR="00A52E40" w:rsidRPr="00F629B3" w:rsidRDefault="0085747A" w:rsidP="00C202C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629B3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4E98FC2" w14:textId="77777777" w:rsidR="00C202C8" w:rsidRPr="00C202C8" w:rsidRDefault="00C202C8" w:rsidP="00C202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Michel M.(red.),</w:t>
            </w:r>
            <w:r w:rsidRPr="00C202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Streetworking : asp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ekty teoretyczne i praktyczne , </w:t>
            </w:r>
            <w:r w:rsidRPr="00C202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202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2011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F3CE083" w14:textId="77777777" w:rsidR="00C202C8" w:rsidRPr="00E83236" w:rsidRDefault="00C202C8" w:rsidP="00C202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E832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Walendzik</w:t>
            </w:r>
            <w:proofErr w:type="spellEnd"/>
            <w:r w:rsidRPr="00E832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</w:t>
            </w:r>
            <w:proofErr w:type="spellStart"/>
            <w:r w:rsidRPr="00E832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Streetwork</w:t>
            </w:r>
            <w:proofErr w:type="spellEnd"/>
            <w:r w:rsidRPr="00E832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jako metoda pracy socjalnej, w: Streetworking – teoria i praktyka, (red.) Bielecka E., Wydawnictwo WEMA, Warszawa 2005</w:t>
            </w:r>
          </w:p>
          <w:p w14:paraId="0D7DF608" w14:textId="77777777" w:rsidR="00C202C8" w:rsidRDefault="00C202C8" w:rsidP="00C202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JęczeńJ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</w:t>
            </w:r>
            <w:r w:rsidRPr="00C202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Lelonek B. (red.), </w:t>
            </w:r>
            <w:r w:rsidRPr="00C202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Streetworking : nowe wyzwania przed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pracą socjalną, </w:t>
            </w:r>
            <w:r w:rsidRPr="00C202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Sandomierz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2012.</w:t>
            </w:r>
          </w:p>
          <w:p w14:paraId="34544EDF" w14:textId="77777777" w:rsidR="00C202C8" w:rsidRDefault="00E83236" w:rsidP="00C202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32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E-przewodnik </w:t>
            </w:r>
            <w:proofErr w:type="spellStart"/>
            <w:r w:rsidRPr="00E832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streetoworkingu</w:t>
            </w:r>
            <w:proofErr w:type="spellEnd"/>
            <w:r w:rsidRPr="00E832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 (</w:t>
            </w:r>
            <w:hyperlink r:id="rId8" w:history="1">
              <w:r w:rsidR="00C202C8" w:rsidRPr="00816131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http://www.ab.org.pl/e-przewodnik/index.html</w:t>
              </w:r>
            </w:hyperlink>
            <w:r w:rsidR="00C202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</w:p>
          <w:p w14:paraId="2162A32C" w14:textId="77777777" w:rsidR="00E83236" w:rsidRPr="00E83236" w:rsidRDefault="00E83236" w:rsidP="00C202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32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Kurzeja A., Dzieci ulicy, profilaktyka zagrożeń”, Oficyna Wy</w:t>
            </w:r>
            <w:r w:rsidR="00C202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dawnicza „Impuls”, Kraków 2010.</w:t>
            </w:r>
          </w:p>
          <w:p w14:paraId="601A8083" w14:textId="77777777" w:rsidR="00E83236" w:rsidRPr="00E83236" w:rsidRDefault="00E83236" w:rsidP="00C202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32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Międzynarodowy przewodnik metodologiczny po streetworkingu na świecie, (opracowanie zbiorowe), </w:t>
            </w:r>
            <w:proofErr w:type="spellStart"/>
            <w:r w:rsidRPr="00E832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Réseau</w:t>
            </w:r>
            <w:proofErr w:type="spellEnd"/>
            <w:r w:rsidRPr="00E832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International des </w:t>
            </w:r>
            <w:proofErr w:type="spellStart"/>
            <w:r w:rsidRPr="00E832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Travailleurs</w:t>
            </w:r>
            <w:proofErr w:type="spellEnd"/>
            <w:r w:rsidRPr="00E832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E832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Sociaux</w:t>
            </w:r>
            <w:proofErr w:type="spellEnd"/>
            <w:r w:rsidRPr="00E832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de </w:t>
            </w:r>
            <w:proofErr w:type="spellStart"/>
            <w:r w:rsidRPr="00E832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Rue</w:t>
            </w:r>
            <w:proofErr w:type="spellEnd"/>
            <w:r w:rsidRPr="00E832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http://www.praktycy.org/osos/osos_przewodnik_metodologiczny.pdf</w:t>
            </w:r>
          </w:p>
          <w:p w14:paraId="73C0FDE6" w14:textId="77777777" w:rsidR="007340C4" w:rsidRPr="00B169DF" w:rsidRDefault="00E83236" w:rsidP="00C202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32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Przewodnik po problemach streetworkera - pedagoga ulicy, A. Orłowski, T. Szczepański (red.), OSOS, Warszawa 2012: http://www.praktycy.org/osos/osos_przewodnik_po_problemach_streetworkera-pedagoga_ulicy.pdf</w:t>
            </w:r>
          </w:p>
        </w:tc>
      </w:tr>
      <w:tr w:rsidR="0085747A" w:rsidRPr="00B169DF" w14:paraId="72689273" w14:textId="77777777" w:rsidTr="0071620A">
        <w:trPr>
          <w:trHeight w:val="397"/>
        </w:trPr>
        <w:tc>
          <w:tcPr>
            <w:tcW w:w="7513" w:type="dxa"/>
          </w:tcPr>
          <w:p w14:paraId="261FD2B6" w14:textId="77777777" w:rsidR="00F629B3" w:rsidRPr="00F629B3" w:rsidRDefault="0085747A" w:rsidP="00C202C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629B3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2DE34B50" w14:textId="77777777" w:rsidR="00C202C8" w:rsidRDefault="00C202C8" w:rsidP="00C202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32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Zajkowski R., Niewiadomska I. (2013). Innowacyjne Programy Integralne Wczesnej Interwencji Socjalnej. Podręcznik narzędzi diagnostycznych. Lublin Drukarnia "ER-ART PLUS":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hyperlink r:id="rId9" w:history="1">
              <w:r w:rsidRPr="00816131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http://www.fundacjapan.pl/assets/upload/Podrcznik_narzdzi_diagnostycznych.pdf</w:t>
              </w:r>
            </w:hyperlink>
          </w:p>
          <w:p w14:paraId="03CD0293" w14:textId="77777777" w:rsidR="00C202C8" w:rsidRDefault="00C202C8" w:rsidP="00C202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32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Kowalak T., Marginalność i marginalizacja społeczna, Dom Wy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dawniczy ELIPSA, Warszawa 1998.</w:t>
            </w:r>
          </w:p>
          <w:p w14:paraId="6AE871F4" w14:textId="77777777" w:rsidR="00F629B3" w:rsidRPr="00D829F2" w:rsidRDefault="00C202C8" w:rsidP="00C202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Adamczyk B., </w:t>
            </w:r>
            <w:r w:rsidRPr="00C202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Dzieci ulicy w Polsce i na świecie : funkcjonowanie w przestrzeni miejskiej i strategie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przystosowawcze , Kraków </w:t>
            </w:r>
            <w:r w:rsidRPr="00C202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2016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30C74CE0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DCF40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8ABBC2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16F5A7" w14:textId="77777777" w:rsidR="00E410F1" w:rsidRDefault="00E410F1" w:rsidP="00C16ABF">
      <w:pPr>
        <w:spacing w:after="0" w:line="240" w:lineRule="auto"/>
      </w:pPr>
      <w:r>
        <w:separator/>
      </w:r>
    </w:p>
  </w:endnote>
  <w:endnote w:type="continuationSeparator" w:id="0">
    <w:p w14:paraId="16213460" w14:textId="77777777" w:rsidR="00E410F1" w:rsidRDefault="00E410F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49936E" w14:textId="77777777" w:rsidR="00E410F1" w:rsidRDefault="00E410F1" w:rsidP="00C16ABF">
      <w:pPr>
        <w:spacing w:after="0" w:line="240" w:lineRule="auto"/>
      </w:pPr>
      <w:r>
        <w:separator/>
      </w:r>
    </w:p>
  </w:footnote>
  <w:footnote w:type="continuationSeparator" w:id="0">
    <w:p w14:paraId="7DA3FC5D" w14:textId="77777777" w:rsidR="00E410F1" w:rsidRDefault="00E410F1" w:rsidP="00C16ABF">
      <w:pPr>
        <w:spacing w:after="0" w:line="240" w:lineRule="auto"/>
      </w:pPr>
      <w:r>
        <w:continuationSeparator/>
      </w:r>
    </w:p>
  </w:footnote>
  <w:footnote w:id="1">
    <w:p w14:paraId="0A51C74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FE10F56"/>
    <w:multiLevelType w:val="hybridMultilevel"/>
    <w:tmpl w:val="07D493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25C8"/>
    <w:rsid w:val="00084C12"/>
    <w:rsid w:val="0009462C"/>
    <w:rsid w:val="00094B12"/>
    <w:rsid w:val="00096C46"/>
    <w:rsid w:val="00097E38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369B0"/>
    <w:rsid w:val="00146BC0"/>
    <w:rsid w:val="00153C41"/>
    <w:rsid w:val="00154381"/>
    <w:rsid w:val="00161257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34F"/>
    <w:rsid w:val="001F2CA2"/>
    <w:rsid w:val="001F46D5"/>
    <w:rsid w:val="002144C0"/>
    <w:rsid w:val="0022477D"/>
    <w:rsid w:val="002278A9"/>
    <w:rsid w:val="002336F9"/>
    <w:rsid w:val="0024028F"/>
    <w:rsid w:val="00240AA4"/>
    <w:rsid w:val="002416EA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2C94"/>
    <w:rsid w:val="002D3375"/>
    <w:rsid w:val="002D73D4"/>
    <w:rsid w:val="002F02A3"/>
    <w:rsid w:val="002F4ABE"/>
    <w:rsid w:val="002F7DD5"/>
    <w:rsid w:val="003018BA"/>
    <w:rsid w:val="0030395F"/>
    <w:rsid w:val="00305C92"/>
    <w:rsid w:val="003151C5"/>
    <w:rsid w:val="003343CF"/>
    <w:rsid w:val="00345BEA"/>
    <w:rsid w:val="00346FE9"/>
    <w:rsid w:val="0034759A"/>
    <w:rsid w:val="003503F6"/>
    <w:rsid w:val="003530DD"/>
    <w:rsid w:val="0036227F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559AF"/>
    <w:rsid w:val="00461EFC"/>
    <w:rsid w:val="004652C2"/>
    <w:rsid w:val="004706D1"/>
    <w:rsid w:val="00471326"/>
    <w:rsid w:val="0047598D"/>
    <w:rsid w:val="00477CD5"/>
    <w:rsid w:val="004840FD"/>
    <w:rsid w:val="00490F7D"/>
    <w:rsid w:val="00491678"/>
    <w:rsid w:val="004968E2"/>
    <w:rsid w:val="004A3EEA"/>
    <w:rsid w:val="004A4D1F"/>
    <w:rsid w:val="004B3F0E"/>
    <w:rsid w:val="004C2E66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4389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5EC5"/>
    <w:rsid w:val="006D050F"/>
    <w:rsid w:val="006D3A79"/>
    <w:rsid w:val="006D6139"/>
    <w:rsid w:val="006E5D65"/>
    <w:rsid w:val="006E6C7C"/>
    <w:rsid w:val="006F1282"/>
    <w:rsid w:val="006F1FBC"/>
    <w:rsid w:val="006F31E2"/>
    <w:rsid w:val="006F72DA"/>
    <w:rsid w:val="00706544"/>
    <w:rsid w:val="00706E32"/>
    <w:rsid w:val="007072BA"/>
    <w:rsid w:val="0071620A"/>
    <w:rsid w:val="00724677"/>
    <w:rsid w:val="00725459"/>
    <w:rsid w:val="007327BD"/>
    <w:rsid w:val="00733FA6"/>
    <w:rsid w:val="007340C4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3A0A"/>
    <w:rsid w:val="007F4155"/>
    <w:rsid w:val="0081554D"/>
    <w:rsid w:val="0081707E"/>
    <w:rsid w:val="00822696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70B4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D4D83"/>
    <w:rsid w:val="009E0543"/>
    <w:rsid w:val="009E3B41"/>
    <w:rsid w:val="009F3C5C"/>
    <w:rsid w:val="009F4610"/>
    <w:rsid w:val="00A00ECC"/>
    <w:rsid w:val="00A13B80"/>
    <w:rsid w:val="00A155EE"/>
    <w:rsid w:val="00A2245B"/>
    <w:rsid w:val="00A30110"/>
    <w:rsid w:val="00A36899"/>
    <w:rsid w:val="00A371F6"/>
    <w:rsid w:val="00A43BF6"/>
    <w:rsid w:val="00A52E40"/>
    <w:rsid w:val="00A53FA5"/>
    <w:rsid w:val="00A54817"/>
    <w:rsid w:val="00A5730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02C8"/>
    <w:rsid w:val="00C26CB7"/>
    <w:rsid w:val="00C324C1"/>
    <w:rsid w:val="00C36992"/>
    <w:rsid w:val="00C518E8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29F2"/>
    <w:rsid w:val="00D8678B"/>
    <w:rsid w:val="00DA2114"/>
    <w:rsid w:val="00DC35B8"/>
    <w:rsid w:val="00DE09C0"/>
    <w:rsid w:val="00DE4A14"/>
    <w:rsid w:val="00DF0856"/>
    <w:rsid w:val="00DF320D"/>
    <w:rsid w:val="00DF71C8"/>
    <w:rsid w:val="00E129B8"/>
    <w:rsid w:val="00E21E7D"/>
    <w:rsid w:val="00E22FBC"/>
    <w:rsid w:val="00E24BF5"/>
    <w:rsid w:val="00E25338"/>
    <w:rsid w:val="00E37832"/>
    <w:rsid w:val="00E410F1"/>
    <w:rsid w:val="00E51E44"/>
    <w:rsid w:val="00E63348"/>
    <w:rsid w:val="00E742AA"/>
    <w:rsid w:val="00E74852"/>
    <w:rsid w:val="00E77E88"/>
    <w:rsid w:val="00E8107D"/>
    <w:rsid w:val="00E83236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629B3"/>
    <w:rsid w:val="00F7066B"/>
    <w:rsid w:val="00F738E8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A85EB"/>
  <w15:docId w15:val="{8B0B33ED-C3D6-4E7F-B25B-77BC34BFE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F23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23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234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23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F234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b.org.pl/e-przewodnik/index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fundacjapan.pl/assets/upload/Podrcznik_narzdzi_diagnostycznych.pd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F9742-A400-4C8A-8A68-E5B8346B4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5</Pages>
  <Words>1106</Words>
  <Characters>6641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2019-02-06T12:12:00Z</cp:lastPrinted>
  <dcterms:created xsi:type="dcterms:W3CDTF">2023-06-11T13:29:00Z</dcterms:created>
  <dcterms:modified xsi:type="dcterms:W3CDTF">2023-09-14T10:13:00Z</dcterms:modified>
</cp:coreProperties>
</file>